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5C68" w14:textId="77777777" w:rsidR="00336F52" w:rsidRPr="00336F52" w:rsidRDefault="00336F52" w:rsidP="00336F5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36F5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SARS-CoV-2/H.sapiens/USA/TB-90009100/2021, complete genome</w:t>
      </w:r>
    </w:p>
    <w:p w14:paraId="5ED7A66B" w14:textId="77777777" w:rsidR="00336F52" w:rsidRPr="00336F52" w:rsidRDefault="00336F52" w:rsidP="00336F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t>GenBank: OP929381.1</w:t>
      </w:r>
    </w:p>
    <w:p w14:paraId="12185042" w14:textId="77777777" w:rsidR="00336F52" w:rsidRPr="00336F52" w:rsidRDefault="00336F52" w:rsidP="00336F5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"https://www.ncbi.nlm.nih.gov/nuccore/OP929381.1?report=fasta" </w:instrTex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6F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"https://www.ncbi.nlm.nih.gov/nuccore/OP929381.1?report=graph" </w:instrTex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6F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929381.1"/>
    <w:bookmarkEnd w:id="1"/>
    <w:p w14:paraId="49CBB158" w14:textId="77777777" w:rsidR="00336F52" w:rsidRPr="00336F52" w:rsidRDefault="00336F52" w:rsidP="00336F5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"https://www.ncbi.nlm.nih.gov/nuccore/OP929381.1" \l "goto2370572313_0" </w:instrTex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36F5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36F5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65F4DB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LOCUS       OP929381               29852 bp    RNA     linear   VRL 01-DEC-2022</w:t>
      </w:r>
    </w:p>
    <w:p w14:paraId="3136448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9EF7BA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SARS-CoV-2/H.sapiens/USA/TB-90009100/2021, complete genome.</w:t>
      </w:r>
    </w:p>
    <w:p w14:paraId="4366BD1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ACCESSION   OP929381</w:t>
      </w:r>
    </w:p>
    <w:p w14:paraId="5771AB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VERSION     OP929381.1</w:t>
      </w:r>
    </w:p>
    <w:p w14:paraId="3EBBB6F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266DF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FA371B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4D671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077FA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5CD10B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707F0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29852)</w:t>
      </w:r>
    </w:p>
    <w:p w14:paraId="06A86C1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06482ED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 CoV2 Surveillance Western New Hampshire, Upper Valley</w:t>
      </w:r>
    </w:p>
    <w:p w14:paraId="1A39983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E9152F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29852)</w:t>
      </w:r>
    </w:p>
    <w:p w14:paraId="1828B78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Sullivan,T.J.</w:t>
      </w:r>
    </w:p>
    <w:p w14:paraId="6D15A22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1FB033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(30-NOV-2022) Department of Biomedical Data Science,</w:t>
      </w:r>
    </w:p>
    <w:p w14:paraId="45B74C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Geisel School of Medicine, Dartmouth College, 1 Medical Center Dr.,</w:t>
      </w:r>
    </w:p>
    <w:p w14:paraId="2409CC4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Lebanon, NH 03766, USA</w:t>
      </w:r>
    </w:p>
    <w:p w14:paraId="26EFADE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929381.1"/>
      <w:bookmarkEnd w:id="2"/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3EEF0B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1094D9F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979E75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4ADBB7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929381.1"/>
      <w:bookmarkEnd w:id="3"/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FCC40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1..29852</w:t>
      </w:r>
    </w:p>
    <w:p w14:paraId="66F922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EAF45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4FDB3E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3EB75C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/isolate="SARS-CoV-2/H.sapiens/USA/TB-90009100/2021"</w:t>
      </w:r>
    </w:p>
    <w:p w14:paraId="6B11B9A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/isolation_source="nasopharyngeal swab"</w:t>
      </w:r>
    </w:p>
    <w:p w14:paraId="220CAA5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/host="H.sapiens"</w:t>
      </w:r>
    </w:p>
    <w:p w14:paraId="5AEEAD2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74C4A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7A9D3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592C46D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"https://www.ncbi.nlm.nih.gov/nuccore/OP929381.1?from=264&amp;to=21550"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264..21550</w:t>
      </w:r>
    </w:p>
    <w:p w14:paraId="12A739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65B79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"https://www.ncbi.nlm.nih.gov/nuccore/OP929381.1?location=264:13463,13463:21550"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join(264..13463,13463..21550)</w:t>
      </w:r>
    </w:p>
    <w:p w14:paraId="3D4150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A629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265331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66CD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F326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WAA82677.1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0EE56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8361D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4CF1D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E56C5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37A0CC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C496A4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7F689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DCE65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7D5D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87B5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57D3E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69BDE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A7377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077CF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E51D41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4415C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9303E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08F14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31C49F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F4F67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300B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29877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E3E394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27D4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10E4F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2C616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A14A1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A42B8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258A7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3ED81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36F3EB4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95DA3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E208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373259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75145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D9A91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BA3B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C977F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AFC7E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8EBFA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65C70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35D1C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608586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9348C4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FF5B13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F9B904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F9ACD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E6943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760747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6062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EAAEDB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E6E747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E7639F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9B936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37381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VSFLAHIQWMVMFTPLVPFWITIAYIICISTKHFYWFFSNYLKKRVVFNGVSFSTFEE</w:t>
      </w:r>
    </w:p>
    <w:p w14:paraId="61375CB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3EC1F8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82A2D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2ACC97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9B909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AC0CDC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A3453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A2A3A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6DD7E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PSLATVAYFNMVYMPASWVMRIMTWLDMVDTSLXGFKLKDCVMYASAVVLLILMTART</w:t>
      </w:r>
    </w:p>
    <w:p w14:paraId="3A015B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612B332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5156C9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098A396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16C958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4545809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1662DB9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698F660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SKIVQLSEISMDNSPNLAWPLIVTALRANSAVKLQNNELSPVALRQMSCAAGTTQTAC</w:t>
      </w:r>
    </w:p>
    <w:p w14:paraId="3D4924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39F72CE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5A8375E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004E4DA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5704A38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AQSFLNRVCGVSAARLTPCGTGTSTDVVYRAFDIYNDKVAGFAKFLKTNCCRFQEKDE</w:t>
      </w:r>
    </w:p>
    <w:p w14:paraId="680258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3D1A26A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2F49DB7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3F7535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0E8AB95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7AF52DC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2AEADA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0EC2CB4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61FDEF7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65D94FD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5CD81B1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6993CEC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667022B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76F1E8A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397744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2F95842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15FB45B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TDVTQLYLGGMSYYCKSHKPPISFPLCANGQVFGLYKNTCVGSDNVTDFNAIATCDWT</w:t>
      </w:r>
    </w:p>
    <w:p w14:paraId="63AEB29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4005D8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3B60751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7E78972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734C461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VNSTLEQYVFCTVNALPETTADIVVFDEISMATNYDLSVVNARLRAKHYVYIGDPAQL</w:t>
      </w:r>
    </w:p>
    <w:p w14:paraId="5029580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5D234B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2E0DAB3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5D6EEE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03CDAA5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040C85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6F5FCFB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49AFC06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7674CFB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7A515DF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1E8EDFD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6A2D1DF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5FE403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4974514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0E5E180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RDAPAHISTIGVCSMTDIAKKPTETICAPLTVFFDGRVDGQVDLFRNARNGVLITEGS</w:t>
      </w:r>
    </w:p>
    <w:p w14:paraId="4ACBE60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0B45A56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09E7B6C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195C30B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00C57AF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ATLPKGIMMNVAKYTQLCQYLNTLTLAVPYNMRVIHFGAGSDKGVAPGTAVLRQWLPT</w:t>
      </w:r>
    </w:p>
    <w:p w14:paraId="330B9F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6001A3D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39F7C61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717815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26DE074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"https://www.ncbi.nlm.nih.gov/protein/WAA82677.1?from=1&amp;to=180"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2ECADE2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A4FF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99CA7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"https://www.ncbi.nlm.nih.gov/protein/WAA82677.1?from=181&amp;to=818"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03F8D8A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C329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4DD1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"https://www.ncbi.nlm.nih.gov/protein/WAA82677.1?from=819&amp;to=2762"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3777C67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4FD1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F6E815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"https://www.ncbi.nlm.nih.gov/protein/WAA82677.1?from=2763&amp;to=3262"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6D640D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47C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F7A3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"https://www.ncbi.nlm.nih.gov/protein/WAA82677.1?from=3263&amp;to=3568"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5E4E794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FDF2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6FC74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"https://www.ncbi.nlm.nih.gov/protein/WAA82677.1?from=3569&amp;to=3858"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10968..11837</w:t>
      </w:r>
    </w:p>
    <w:p w14:paraId="783C19B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B4AE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92414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"https://www.ncbi.nlm.nih.gov/protein/WAA82677.1?from=3859&amp;to=3941"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11838..12086</w:t>
      </w:r>
    </w:p>
    <w:p w14:paraId="0FDE7D8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81B9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BEAB5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"https://www.ncbi.nlm.nih.gov/protein/WAA82677.1?from=3942&amp;to=4139"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12087..12680</w:t>
      </w:r>
    </w:p>
    <w:p w14:paraId="79C0578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EC0E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4E886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"https://www.ncbi.nlm.nih.gov/protein/WAA82677.1?from=4140&amp;to=4252"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12681..13019</w:t>
      </w:r>
    </w:p>
    <w:p w14:paraId="3775FDE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AB2B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DC776A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"https://www.ncbi.nlm.nih.gov/protein/WAA82677.1?from=4253&amp;to=4391"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13020..13436</w:t>
      </w:r>
    </w:p>
    <w:p w14:paraId="6820439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D6D4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E698A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"https://www.ncbi.nlm.nih.gov/protein/WAA82677.1?from=4392&amp;to=5323"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join(13437..13463,13463..16231)</w:t>
      </w:r>
    </w:p>
    <w:p w14:paraId="187A562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4794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5D13CC9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"https://www.ncbi.nlm.nih.gov/protein/WAA82677.1?from=5324&amp;to=5924"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16232..18034</w:t>
      </w:r>
    </w:p>
    <w:p w14:paraId="5B9B982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2953A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B7B2A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"https://www.ncbi.nlm.nih.gov/protein/WAA82677.1?from=5925&amp;to=6451"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18035..19615</w:t>
      </w:r>
    </w:p>
    <w:p w14:paraId="3F08FC4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C31B9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6073E7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"https://www.ncbi.nlm.nih.gov/protein/WAA82677.1?from=6452&amp;to=6797"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19616..20653</w:t>
      </w:r>
    </w:p>
    <w:p w14:paraId="2EF4FC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942C6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A79428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"https://www.ncbi.nlm.nih.gov/protein/WAA82677.1?from=6798&amp;to=7095"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20654..21547</w:t>
      </w:r>
    </w:p>
    <w:p w14:paraId="78F991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0BE2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9B135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"https://www.ncbi.nlm.nih.gov/nuccore/OP929381.1?from=264&amp;to=13478"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264..13478</w:t>
      </w:r>
    </w:p>
    <w:p w14:paraId="5D40D2A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DE54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66C5F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7C5314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"https://www.ncbi.nlm.nih.gov/protein/2370572315"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WAA82678.1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00528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69CCF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BE82E9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50260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D0C0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7D762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2AC24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6C37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A464D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3BCA77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71CF6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2EABB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D7D4FC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6AAB7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641893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B3AD72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5CE5E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5EBEC7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DB514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CA8FB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F79D9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D669D3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A98F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7F164D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B6E7D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4DEA265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CD804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BF88E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F4B11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3B3DD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BF28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38980E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23973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6C8B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4185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0AC51F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DD0C32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CDC5E6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1E731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31A23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2879D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D7C62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6D9F98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34743D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02F3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C522DD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7B47E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593E1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4AFCC7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74523B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78F05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4A8010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C3D67A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ABF3F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5FE664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VSFLAHIQWMVMFTPLVPFWITIAYIICISTKHFYWFFSNYLKKRVVFNGVSFSTFEE</w:t>
      </w:r>
    </w:p>
    <w:p w14:paraId="2BA743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D59A2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F87D8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993575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48AFF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7D4E2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92B19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58CE16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AFC7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PSLATVAYFNMVYMPASWVMRIMTWLDMVDTSLXGFKLKDCVMYASAVVLLILMTART</w:t>
      </w:r>
    </w:p>
    <w:p w14:paraId="7A954F3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4D0E0B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2EE2424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STQEFRYMNSQGLLPPKNSIDAFKLNIKLLGVGGKPCIKVATVQSKMSDVKCTSVVLL</w:t>
      </w:r>
    </w:p>
    <w:p w14:paraId="3914E57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71B32F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023F146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48FDE65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4F798E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0567B2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7630026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2AD9C9E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002315F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5D0E219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022B393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"https://www.ncbi.nlm.nih.gov/protein/WAA82678.1?from=1&amp;to=180"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4F3E739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4DFF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71DAF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"https://www.ncbi.nlm.nih.gov/protein/WAA82678.1?from=181&amp;to=818"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46EAA2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69081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268B41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"https://www.ncbi.nlm.nih.gov/protein/WAA82678.1?from=819&amp;to=2762"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2718..8549</w:t>
      </w:r>
    </w:p>
    <w:p w14:paraId="05D1F71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0857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0E31B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"https://www.ncbi.nlm.nih.gov/protein/WAA82678.1?from=2763&amp;to=3262"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8550..10049</w:t>
      </w:r>
    </w:p>
    <w:p w14:paraId="099538A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C3B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680454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"https://www.ncbi.nlm.nih.gov/protein/WAA82678.1?from=3263&amp;to=3568"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10050..10967</w:t>
      </w:r>
    </w:p>
    <w:p w14:paraId="71EF7C8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933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996F0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"https://www.ncbi.nlm.nih.gov/protein/WAA82678.1?from=3569&amp;to=3858"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10968..11837</w:t>
      </w:r>
    </w:p>
    <w:p w14:paraId="7E44286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CF6D6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A5153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"https://www.ncbi.nlm.nih.gov/protein/WAA82678.1?from=3859&amp;to=3941"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11838..12086</w:t>
      </w:r>
    </w:p>
    <w:p w14:paraId="572B77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9C325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84440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"https://www.ncbi.nlm.nih.gov/protein/WAA82678.1?from=3942&amp;to=4139"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12087..12680</w:t>
      </w:r>
    </w:p>
    <w:p w14:paraId="2D75A78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A79C7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2B29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"https://www.ncbi.nlm.nih.gov/protein/WAA82678.1?from=4140&amp;to=4252"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12681..13019</w:t>
      </w:r>
    </w:p>
    <w:p w14:paraId="44EC6E8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5926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25222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"https://www.ncbi.nlm.nih.gov/protein/WAA82678.1?from=4253&amp;to=4391"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13020..13436</w:t>
      </w:r>
    </w:p>
    <w:p w14:paraId="4B9D2A1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44CA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DDCB70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"https://www.ncbi.nlm.nih.gov/protein/WAA82678.1?from=4392&amp;to=4404"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13437..13475</w:t>
      </w:r>
    </w:p>
    <w:p w14:paraId="67652DC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9AF12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62263A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"https://www.ncbi.nlm.nih.gov/nuccore/OP929381.1?from=13471&amp;to=13498"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13471..13498</w:t>
      </w:r>
    </w:p>
    <w:p w14:paraId="5055A22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3AC3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7D39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1EF0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"https://www.ncbi.nlm.nih.gov/nuccore/OP929381.1?from=13483&amp;to=13537"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13483..13537</w:t>
      </w:r>
    </w:p>
    <w:p w14:paraId="32079D7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1C22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F1B0F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71F2E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"https://www.ncbi.nlm.nih.gov/nuccore/OP929381.1?from=21558&amp;to=25376"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21558..25376</w:t>
      </w:r>
    </w:p>
    <w:p w14:paraId="425163F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753AB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"https://www.ncbi.nlm.nih.gov/nuccore/OP929381.1?from=21558&amp;to=25376"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21558..25376</w:t>
      </w:r>
    </w:p>
    <w:p w14:paraId="7759A6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53067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2C76D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DD743D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WAA82679.1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5231A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A477D0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1394599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3D3D22B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6D687BF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5C67F41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1B0BF5E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CPFDEVFNATRFASVYAWNRKRISNCVADYSVLYNLAPFFTFKCYGVSPTKLNDLCFT</w:t>
      </w:r>
    </w:p>
    <w:p w14:paraId="34E4F6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4EBE7DD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7CEDCB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49B7759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1E25E84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2F4C08B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12F80F8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51798C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3F17D89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10DCF4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07A504D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60B7AFA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01DB7E8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5C92C6F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05E86A4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4041B6C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340EB9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"https://www.ncbi.nlm.nih.gov/nuccore/OP929381.1?from=25385&amp;to=26212"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25385..26212</w:t>
      </w:r>
    </w:p>
    <w:p w14:paraId="33E4CF5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BF344A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"https://www.ncbi.nlm.nih.gov/nuccore/OP929381.1?from=25385&amp;to=26212"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25385..26212</w:t>
      </w:r>
    </w:p>
    <w:p w14:paraId="6E9E754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0068CF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5BE8E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F01DC3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"https://www.ncbi.nlm.nih.gov/protein/2370572317"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WAA82680.1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696FE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8F7203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B9D129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3DEEE7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6E38E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1898CD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"https://www.ncbi.nlm.nih.gov/nuccore/OP929381.1?from=26237&amp;to=26464"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26237..26464</w:t>
      </w:r>
    </w:p>
    <w:p w14:paraId="64ED2AA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98985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"https://www.ncbi.nlm.nih.gov/nuccore/OP929381.1?from=26237&amp;to=26464"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26237..26464</w:t>
      </w:r>
    </w:p>
    <w:p w14:paraId="2BE0155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E9EB5A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AB400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9C4122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"https://www.ncbi.nlm.nih.gov/protein/2370572318"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WAA82681.1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F9323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0075B5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47F4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"https://www.ncbi.nlm.nih.gov/nuccore/OP929381.1?from=26515&amp;to=27183"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26515..27183</w:t>
      </w:r>
    </w:p>
    <w:p w14:paraId="2488CCF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2B5C8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"https://www.ncbi.nlm.nih.gov/nuccore/OP929381.1?from=26515&amp;to=27183"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26515..27183</w:t>
      </w:r>
    </w:p>
    <w:p w14:paraId="2D8936C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074FA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8882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B01777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"https://www.ncbi.nlm.nih.gov/protein/2370572319"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WAA82682.1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516D4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8D9C3C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537E58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6E70F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3F1BC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BD980D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"https://www.ncbi.nlm.nih.gov/nuccore/OP929381.1?from=27194&amp;to=27379"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27194..27379</w:t>
      </w:r>
    </w:p>
    <w:p w14:paraId="3230D2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06B3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"https://www.ncbi.nlm.nih.gov/nuccore/OP929381.1?from=27194&amp;to=27379"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27194..27379</w:t>
      </w:r>
    </w:p>
    <w:p w14:paraId="1A16F1B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44E3E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E82BF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3EBD07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WAA82683.1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AA2D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3AE6B0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54D9D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"https://www.ncbi.nlm.nih.gov/nuccore/OP929381.1?from=27386&amp;to=27751"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27386..27751</w:t>
      </w:r>
    </w:p>
    <w:p w14:paraId="3DA1FD2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7A377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"https://www.ncbi.nlm.nih.gov/nuccore/OP929381.1?from=27386&amp;to=27751"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27386..27751</w:t>
      </w:r>
    </w:p>
    <w:p w14:paraId="0DAE5F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8D672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BAFA0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1643C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WAA82684.1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33A2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EE0DF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799EA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6B33A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"https://www.ncbi.nlm.nih.gov/nuccore/OP929381.1?from=27748&amp;to=27879"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27748..27879</w:t>
      </w:r>
    </w:p>
    <w:p w14:paraId="54DA00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5C85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"https://www.ncbi.nlm.nih.gov/nuccore/OP929381.1?from=27748&amp;to=27879"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27748..27879</w:t>
      </w:r>
    </w:p>
    <w:p w14:paraId="5A84A8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37058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DCC07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CFC78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"https://www.ncbi.nlm.nih.gov/protein/2370572322"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WAA82685.1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26786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E5287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"https://www.ncbi.nlm.nih.gov/nuccore/OP929381.1?from=27886&amp;to=28251"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27886..28251</w:t>
      </w:r>
    </w:p>
    <w:p w14:paraId="704EF19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961D5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"https://www.ncbi.nlm.nih.gov/nuccore/OP929381.1?from=27886&amp;to=28251"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27886..28251</w:t>
      </w:r>
    </w:p>
    <w:p w14:paraId="5CEF9D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8B07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ABE1B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3FEFB1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"https://www.ncbi.nlm.nih.gov/protein/2370572323"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WAA82686.1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F300B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6E324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E8BE5E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7FF780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"https://www.ncbi.nlm.nih.gov/nuccore/OP929381.1?from=28266&amp;to=29525"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28266..29525</w:t>
      </w:r>
    </w:p>
    <w:p w14:paraId="3EAD803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1C6A4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"https://www.ncbi.nlm.nih.gov/nuccore/OP929381.1?from=28266&amp;to=29525"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28266..29525</w:t>
      </w:r>
    </w:p>
    <w:p w14:paraId="5A25739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D04D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2FC76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F023E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"https://www.ncbi.nlm.nih.gov/protein/2370572324"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WAA82687.1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FD3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/translation="MSDNGPQNQRNALRITFGGPSDSTGSNQNGXXXGARSKQRRPQG</w:t>
      </w:r>
    </w:p>
    <w:p w14:paraId="09CCFDC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1831082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2C1264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8A6ACB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D3D9C8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FAA1C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C222AD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15D365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"https://www.ncbi.nlm.nih.gov/nuccore/OP929381.1?from=29550&amp;to=29666"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29550..29666</w:t>
      </w:r>
    </w:p>
    <w:p w14:paraId="69EFC42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E45227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"https://www.ncbi.nlm.nih.gov/nuccore/OP929381.1?from=29550&amp;to=29666"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29550..29666</w:t>
      </w:r>
    </w:p>
    <w:p w14:paraId="2D48640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326C3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6E1D4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565CF1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"https://www.ncbi.nlm.nih.gov/protein/2370572325"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WAA82688.1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C7465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0E2DB2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"https://www.ncbi.nlm.nih.gov/nuccore/OP929381.1?from=29601&amp;to=29636"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29601..29636</w:t>
      </w:r>
    </w:p>
    <w:p w14:paraId="59FEA66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41EC6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117B78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"https://www.ncbi.nlm.nih.gov/nuccore/OP929381.1?from=29621&amp;to=29649"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29621..29649</w:t>
      </w:r>
    </w:p>
    <w:p w14:paraId="55E7F2F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61719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B4F384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"https://www.ncbi.nlm.nih.gov/nuccore/OP929381.1?from=29720&amp;to=29760" </w:instrTex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36F5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29720..29760</w:t>
      </w:r>
    </w:p>
    <w:p w14:paraId="692E926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AB40D8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877DB2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929381.1"/>
      <w:bookmarkEnd w:id="4"/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191EF1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533243F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4A6644E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506E3A8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2FC7C9A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1E909EA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2D235E5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40E6D1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720A6C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14E4CC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288AB45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6C348F5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376C0FD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47A882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2693CE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0F65E10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5276FC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39C63E3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054ED29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3BF21E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5276182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178A74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359C94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530451D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tgaaaaccat tcttcgtaag ggtggtcgca ctattgcctt tggaggctgt gtgttctctt</w:t>
      </w:r>
    </w:p>
    <w:p w14:paraId="67C54E4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175895B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gtaaccatac aggtgttgtt ggagaaggtt ccgaaggtct taatgacaac cttcttgaaa</w:t>
      </w:r>
    </w:p>
    <w:p w14:paraId="3C756A5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7F7DA7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128B264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7F485D5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1630B90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6636276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4692F55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0EDB9AD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19CF404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3EE2DE4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20754F5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4F725DE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71894CD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3B54EF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446E37A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taaaagcccc aaaagaaatt atcttcttag agggagaaac acttcccaca gaagtgttaa</w:t>
      </w:r>
    </w:p>
    <w:p w14:paraId="535A5FE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4D1E17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1673C4C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724FAB6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75705E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72F3742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00BD28B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73CE93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570D901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3E5E839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4AEA6C7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1E50688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0DC5CA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77FED4F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063D566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7A27C6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62ED0DC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3B36F37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462825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0D2BF6D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6AA9068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716BFE8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57111F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46FAAE2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19F920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aagcttgtgt tgaagaagtt acaacaactc tggaagaaac taagttcctc acagaaaact</w:t>
      </w:r>
    </w:p>
    <w:p w14:paraId="056D6A7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519A1DF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acattgacat cactttctta aagaaagatg ctccatatat agtgggtgat gttgttcaag</w:t>
      </w:r>
    </w:p>
    <w:p w14:paraId="207C523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5C69E3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65585D3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09FE15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7383F5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286F0B9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471D82A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5229AA0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236D21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2C98790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70690FC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098F7BF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6093ACF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1C5E56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6A36664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43FE62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11043F4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6AFD37C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0F50A5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23DF92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52FA04C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5C961F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06390B9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557DEAE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5AA8A9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1388200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6841899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3548C9B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446F331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7908E4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65289F9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627E92D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2CD4CE3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7AF750E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7CE831C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72CA29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50AEE82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610E2E6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78175C1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3334D86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gagacattat acttaaacca gcaaataata taaaaattac agaagaggtt ggccacacag</w:t>
      </w:r>
    </w:p>
    <w:p w14:paraId="0D5F30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atctaatggc tgcttatgta gacaattcta gtcttactat taagaaacct aatgaattat</w:t>
      </w:r>
    </w:p>
    <w:p w14:paraId="17CCD2F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ctagagtatt aggtttgaaa acccttgcta ctcatggttt agctgctgtt aatagtgtcc</w:t>
      </w:r>
    </w:p>
    <w:p w14:paraId="27C705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cttgggatac tatagctaat tatgctaagc cttttcttaa caaagttgtt agtacaacta</w:t>
      </w:r>
    </w:p>
    <w:p w14:paraId="1930DE6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ctaacatagt tacacggtgt ttaaaccgtg tttgtactaa ttatatgcct tatttcttta</w:t>
      </w:r>
    </w:p>
    <w:p w14:paraId="02D06C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ctttattgct acaattgtgt acttttacta gaagtacaaa ttctagaatt aaagcatcta</w:t>
      </w:r>
    </w:p>
    <w:p w14:paraId="10DCAA7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tgccgactac tatagcaaag aatactgtta agagtgtcgg taaattttgt ctagaggctt</w:t>
      </w:r>
    </w:p>
    <w:p w14:paraId="7C83EC9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catttaatta tttgaagtca cctaattttt ctaaactgat aaatattata atttggtttt</w:t>
      </w:r>
    </w:p>
    <w:p w14:paraId="6C188CD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tactattaag tgtttgccta ggttctttaa tctactcaac cgctgcttta ggtgttttaa</w:t>
      </w:r>
    </w:p>
    <w:p w14:paraId="04E0C7B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tgtctaattt aggcatgcct tcttactgta ctggttacag agaaggctat ttgaactcta</w:t>
      </w:r>
    </w:p>
    <w:p w14:paraId="3E5976D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ctaatgtcac tattgcaacc tactgtactg gttctatacc ttgtagtgtt tgtcttagtg</w:t>
      </w:r>
    </w:p>
    <w:p w14:paraId="0930F00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gtttagattc tttagacacc tatccttctt tagaaactat acaaattacc atttcatctt</w:t>
      </w:r>
    </w:p>
    <w:p w14:paraId="3574C8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ttaaatggga tttaactgct tttggcttag ttgcagagtg gtttttggca tatattcttt</w:t>
      </w:r>
    </w:p>
    <w:p w14:paraId="5C3B05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tcactaggtt tttctatgta cttggattgg ctgcaatcat gcaattgttt ttcagctatt</w:t>
      </w:r>
    </w:p>
    <w:p w14:paraId="5F594B8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ttgcagtaca ttttattagt aattcttggc ttatgtggtt aataattaat cttgtacaaa</w:t>
      </w:r>
    </w:p>
    <w:p w14:paraId="7FB368A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tggccccgat ttcagctatg gttagaatgt acatcttctt tgcatcattt tattatgtat</w:t>
      </w:r>
    </w:p>
    <w:p w14:paraId="20C212F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ggaaaagtta tgtgcatgtt gtagacggtt gtaattcatc aacttgtatg atgtgttaca</w:t>
      </w:r>
    </w:p>
    <w:p w14:paraId="505DD71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aacgtaatag agcaacaaga gtcgaatgta caactattgt taatggtgtt agaaggtcct</w:t>
      </w:r>
    </w:p>
    <w:p w14:paraId="3B12170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tttatgtcta tgctaatgga ggtaaaggct tttgcaaact acacaattgg aattgtgtta</w:t>
      </w:r>
    </w:p>
    <w:p w14:paraId="400B2B4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attgtgatac attctgtgct ggtagtacat ttattagtga tgaagttgcg agagacttgt</w:t>
      </w:r>
    </w:p>
    <w:p w14:paraId="07894A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cactacagtt taaaagacca ataaatccta ctgaccagtc ttcttacatc gttgatagtg</w:t>
      </w:r>
    </w:p>
    <w:p w14:paraId="38FC9B7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ttacagtgaa gaatggttcc atccatcttt actttgataa agctggtcaa aagacttatg</w:t>
      </w:r>
    </w:p>
    <w:p w14:paraId="4DE52B8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aaagacattc tctctctcat tttgttaact tagacaacct gagagctaat aacactaaag</w:t>
      </w:r>
    </w:p>
    <w:p w14:paraId="6BC49B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gttcattgcc tattaatgtt atagtttttg atggtaaatc aaaatgtgaa gaatcatctg</w:t>
      </w:r>
    </w:p>
    <w:p w14:paraId="709666A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caaaatcagc gtctgtttac tacagtcagc ttatgtgtca acctatactg ttactagatc</w:t>
      </w:r>
    </w:p>
    <w:p w14:paraId="54EC6D0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aggcattagt gtctgatgtt ggtgatagtg cggaagttgc agttaaaatg tttgatgctt</w:t>
      </w:r>
    </w:p>
    <w:p w14:paraId="0D1FA27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acgttaatac gttttcatca acttttaacg taccaatgga aaaactcaaa acactagttg</w:t>
      </w:r>
    </w:p>
    <w:p w14:paraId="11A7E7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caactgcaga agctgaactt gcaaagaatg tgtccttaga caatgtctta tctactttta</w:t>
      </w:r>
    </w:p>
    <w:p w14:paraId="71727FA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tttcagcagc tcggcaaggg tttgttgatt cagatgtaga aactaaagat gttgttgaat</w:t>
      </w:r>
    </w:p>
    <w:p w14:paraId="5097E76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gtcttaaatt gtcacatcaa tctgacatag aagttactgg cgatagttgt aataactata</w:t>
      </w:r>
    </w:p>
    <w:p w14:paraId="6E95746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tgctcaccta taacaaagtt gaaaacatga caccccgtga ccttggtgct tgtattgact</w:t>
      </w:r>
    </w:p>
    <w:p w14:paraId="769F2A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gtagtgcgcg tcatattaat gcgcaggtag caaaaagtca caacattact ttgatatgga</w:t>
      </w:r>
    </w:p>
    <w:p w14:paraId="533F614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acgttaaaga tttcatgtca ttgtctgaac aactacgaaa acaaatacgt agtgctgcta</w:t>
      </w:r>
    </w:p>
    <w:p w14:paraId="4182BE4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aaaagaataa cttacctttt aagttgacat gtgcaactac tagacaagtt gttaatgttg</w:t>
      </w:r>
    </w:p>
    <w:p w14:paraId="4FCA5E1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taacaacaaa gatagcactt aagggtggta aaattgttaa taattggttg aagcagttaa</w:t>
      </w:r>
    </w:p>
    <w:p w14:paraId="2188905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ttaaagttac acttgtgttc ctttttgttg ctgctatttt ctatttaata acacctgttc</w:t>
      </w:r>
    </w:p>
    <w:p w14:paraId="0F1545D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atgtcatgtc taaacatact gacttttcaa gtgaaatcat aggatacaag gctattgatg</w:t>
      </w:r>
    </w:p>
    <w:p w14:paraId="3E25682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gtggtgtcac tcgtgacata gcatctacag atacttgttt tgctaacaaa catgctgatt</w:t>
      </w:r>
    </w:p>
    <w:p w14:paraId="3C1A781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ttgacacatg gtttagccag cgtggtggta gttatactaa tgacaaagct tgcccattga</w:t>
      </w:r>
    </w:p>
    <w:p w14:paraId="5E7DD9D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ttgctgcagt cataacaaga gaagtgggtt ttgtcgtgcc tggtttgcct ggcacgatat</w:t>
      </w:r>
    </w:p>
    <w:p w14:paraId="1D1B75A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tacgcacaac taatggtgac tttttgcatt tcttacctag agtttttagt gcagttggta</w:t>
      </w:r>
    </w:p>
    <w:p w14:paraId="417E8D3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acatctgtta cacaccatca aaacttatag agtacactga ctttgcaaca tcagcttgtg</w:t>
      </w:r>
    </w:p>
    <w:p w14:paraId="2EFC849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ttttggctgc tgaatgtaca atttttaaag atgcttctgg taagccagta ccatattgtt</w:t>
      </w:r>
    </w:p>
    <w:p w14:paraId="2877A09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atgataccaa tgtactagaa ggttctgttg cttatgaaag tttacgccct gacacacgtt</w:t>
      </w:r>
    </w:p>
    <w:p w14:paraId="1058DE3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atgtgctcat ggatggctct attattcaat ttcctaacac ctaccttgaa ggttccgtta</w:t>
      </w:r>
    </w:p>
    <w:p w14:paraId="3C515BD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gagtggtaac aacttttgat tctgagtact gtaggcacgg cacttgtgaa agatcagaag</w:t>
      </w:r>
    </w:p>
    <w:p w14:paraId="183C1C1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ctggtgtttg tgtatctact agtggtagat gggtacttaa caatgattat tacagatctt</w:t>
      </w:r>
    </w:p>
    <w:p w14:paraId="550F97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taccaggagt tttctgtggt gtagatgctg taaatttact tactaatatg tttacaccac</w:t>
      </w:r>
    </w:p>
    <w:p w14:paraId="523E377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taattcaacc tattggtgct ttggacatat cagcatctat agtagctggt ggtattgtag</w:t>
      </w:r>
    </w:p>
    <w:p w14:paraId="37E35E7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ctatcgtagt aacatgcctt gcctactatt ttatgaggtt tagaagagct tttggtgaat</w:t>
      </w:r>
    </w:p>
    <w:p w14:paraId="28AD0EC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acagtcatgt agttgccttt aatactttac tattccttat gtcattcact gtactctgtt</w:t>
      </w:r>
    </w:p>
    <w:p w14:paraId="121D67B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taacaccagt ttactcattc ttacctggtg tttattctgt tatttacttg tacttgacat</w:t>
      </w:r>
    </w:p>
    <w:p w14:paraId="0D21063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tttatcttac taatgatgtt tcttttttag cacatattca gtggatggtt atgttcacac</w:t>
      </w:r>
    </w:p>
    <w:p w14:paraId="46F835E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ctttagtacc tttctggata acaattgctt atatcatttg tatttccaca aagcatttct</w:t>
      </w:r>
    </w:p>
    <w:p w14:paraId="3B39F6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attggttctt tagtaattac ctaaagaaac gtgtagtctt taatggtgtt tcctttagta</w:t>
      </w:r>
    </w:p>
    <w:p w14:paraId="39ADB7F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cttttgaaga agctgcgctg tgcacctttt tgttaaataa agaaatgtat ctaaagttgc</w:t>
      </w:r>
    </w:p>
    <w:p w14:paraId="58763DB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gtagtgatgt gctattacct cttacgcaat ataatagata cttagctctt tataataagt</w:t>
      </w:r>
    </w:p>
    <w:p w14:paraId="4B2A72E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acaagtattt tagtggagca atggatacaa ctagctacag agaagctgct tgttgtcatc</w:t>
      </w:r>
    </w:p>
    <w:p w14:paraId="3687684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tcgcaaaggc tctcaatgac ttcagtaact caggttctga tgttctttac caaccaccac</w:t>
      </w:r>
    </w:p>
    <w:p w14:paraId="03B7590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aaatctctat cacctcagct gttttgcaga gtggttttag aaaaatggca ttcccatctg</w:t>
      </w:r>
    </w:p>
    <w:p w14:paraId="2BDE81F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gtaaagttga gggttgtatg gtacaagtaa cttgtggtac aactacactt aacggtcttt</w:t>
      </w:r>
    </w:p>
    <w:p w14:paraId="122B905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ggcttgatga cgtagtttac tgtccaagac atgtgatctg cacctctgaa gacatgctta</w:t>
      </w:r>
    </w:p>
    <w:p w14:paraId="2C4DC76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accctaatta tgaagattta ctcattcgta agtctaatca taatttcttg gtacaggctg</w:t>
      </w:r>
    </w:p>
    <w:p w14:paraId="3EE88EA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gtaatgttca actcagggtt attggacatt ctatgcaaaa ttgtgtactt aagcttaagg</w:t>
      </w:r>
    </w:p>
    <w:p w14:paraId="7AB609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ttgatacagc caatcctaag acacctaagt ataagtttgt tcgcattcaa ccaggacaga</w:t>
      </w:r>
    </w:p>
    <w:p w14:paraId="34950D4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ctttttcagt gttagcttgt tacaatggtt caccatctgg tgtttaccaa tgtgctatga</w:t>
      </w:r>
    </w:p>
    <w:p w14:paraId="552BB69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ggcacaattt cactattaag ggttcattcc ttaatggttc atgtggtagt gttggtttta</w:t>
      </w:r>
    </w:p>
    <w:p w14:paraId="090959A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acatagatta tgactgtgtc tctttttgtt acatgcacca tatggaatta ccaactggag</w:t>
      </w:r>
    </w:p>
    <w:p w14:paraId="46C0895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ttcatgctgg cacagactta gaaggtaact tttatggacc ttttgttgac aggcaaacag</w:t>
      </w:r>
    </w:p>
    <w:p w14:paraId="6360F71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cacaagcagc tggtacggac acaactatta cagttaatgt tttagcttgg ttgtacgctg</w:t>
      </w:r>
    </w:p>
    <w:p w14:paraId="19F4013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ctgttataaa tggagacagg tggtttctca atcgatttac cacaactctt aatgacttta</w:t>
      </w:r>
    </w:p>
    <w:p w14:paraId="40DEE52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accttgtggc tatgaagtac aattatgaac ctctaacaca agaccatgtt gacatactag</w:t>
      </w:r>
    </w:p>
    <w:p w14:paraId="420B05E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gacctctttc tgctcaaact ggaattgccg ttttagatat gtgtgcttca ttaaaagaat</w:t>
      </w:r>
    </w:p>
    <w:p w14:paraId="3BED5F5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tactgcaaaa tggtatgaat ggacgtacca tattgggtag tgctttatta gaagatgaat</w:t>
      </w:r>
    </w:p>
    <w:p w14:paraId="1C6FFF0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ttacaccttt tgatgttgtt agacaatgct caggtgttac tttccaaagt gcagtgaaaa</w:t>
      </w:r>
    </w:p>
    <w:p w14:paraId="0F966DC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gaacaatcaa gggtacacac cactggttgt tactcacaat tttgacttca cttttagttt</w:t>
      </w:r>
    </w:p>
    <w:p w14:paraId="18FE4F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tagtccagag tactcaatgg tctttgttct tttttttgta tgaaaatgcc tttttacctt</w:t>
      </w:r>
    </w:p>
    <w:p w14:paraId="6F4728A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ttgctatggg tattattgct atgtctgctt ttgcaatgat gtttgtcaaa cataagcatg</w:t>
      </w:r>
    </w:p>
    <w:p w14:paraId="17EFAB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catttctctg tttgtttttg ttaccttctc ttgccactgt agcttatttt aatatggtct</w:t>
      </w:r>
    </w:p>
    <w:p w14:paraId="6081A22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atatgcctgc tagttgggtg atgcgtatta tgacatggtt ggatatggtt gatactagtt</w:t>
      </w:r>
    </w:p>
    <w:p w14:paraId="6835C3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tgncnggttt taagctaaaa gactgtgtta tgtatgcatc agctgtagtg ttactaatcc</w:t>
      </w:r>
    </w:p>
    <w:p w14:paraId="71A2741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ttatgacagc aagaactgtg tatgatgatg gtgctaggag agtgtggaca cttatgaatg</w:t>
      </w:r>
    </w:p>
    <w:p w14:paraId="004C4E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tcttgacact cgtttataaa gtttattatg gtaatgcttt agatcaagcc atttccatgt</w:t>
      </w:r>
    </w:p>
    <w:p w14:paraId="0A7419A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gggctcttat aatctctgtt acttctaact actcaggtgt agttacaact gtcatgtttt</w:t>
      </w:r>
    </w:p>
    <w:p w14:paraId="2308A9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tggccagagg tgttgttttt atgtgtgttg agtattgccc tattttcttc ataactggta</w:t>
      </w:r>
    </w:p>
    <w:p w14:paraId="1E48805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atacacttca gtgtataatg ctagtttatt gtttcttagg ctatttttgt acttgttact</w:t>
      </w:r>
    </w:p>
    <w:p w14:paraId="5E6F82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ttggcctctt ttgtttactc aaccgctact ttagactgac tcttggtgtt tatgattact</w:t>
      </w:r>
    </w:p>
    <w:p w14:paraId="76F8B1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tagtttctac acaggagttt agatatatga attcacaggg actactccca cccaagaata</w:t>
      </w:r>
    </w:p>
    <w:p w14:paraId="3DCC823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gcatagatgc cttcaaactc aacattaaat tgttgggtgt tggtggcaaa ccttgtatca</w:t>
      </w:r>
    </w:p>
    <w:p w14:paraId="69AB65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aagtagccac tgtacagtct aaaatgtcag atgtaaagtg cacatcagta gtcttactct</w:t>
      </w:r>
    </w:p>
    <w:p w14:paraId="6F504FA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cagttttgca acaactcaga gtagaatcat catctaaatt gtgggctcaa tgtgtccagt</w:t>
      </w:r>
    </w:p>
    <w:p w14:paraId="770BBE4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tacacaatga cattctctta gctaaagata ctactgaagc ctttgaaaaa atggtttcac</w:t>
      </w:r>
    </w:p>
    <w:p w14:paraId="188EE40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tactttctgt tttgctttcc atgcagggtg ctgtagacat aaacaagctt tgtgaagaaa</w:t>
      </w:r>
    </w:p>
    <w:p w14:paraId="3CCF031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tgctggacaa cagggcaacc ttacaagcta tagcctcaga gtttagttcc cttccatcat</w:t>
      </w:r>
    </w:p>
    <w:p w14:paraId="6CB555D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atgcagcttt tgctactgct caagaagctt atgagcaggc tgttgctaat ggtgattctg</w:t>
      </w:r>
    </w:p>
    <w:p w14:paraId="03AA77C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aagttgttct taaaaagttg aagaagtctt tgaatgtggc taaatctgaa tttgaccgtg</w:t>
      </w:r>
    </w:p>
    <w:p w14:paraId="3DC1544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atgcagccat gcaacgtaag ttggaaaaga tggctgatca agctatgacc caaatgtata</w:t>
      </w:r>
    </w:p>
    <w:p w14:paraId="3CCAD2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aacaggctag atctgaggac aagagggcaa aagttactag tgctatgcag acaatgcttt</w:t>
      </w:r>
    </w:p>
    <w:p w14:paraId="4BFA66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tcactatgct tagaaagttg gataatgatg cactcaacaa cattatcaac aatgcaagag</w:t>
      </w:r>
    </w:p>
    <w:p w14:paraId="604941D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atggttgtgt tcccttgaac ataatacctc ttacaacagc agccaaacta atggttgtca</w:t>
      </w:r>
    </w:p>
    <w:p w14:paraId="756FC43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taccagacta taacacatat aaaaatacgt gtgatggtac aacatttact tatgcatcag</w:t>
      </w:r>
    </w:p>
    <w:p w14:paraId="5BC7A6D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cattgtggga aatccaacag gttgtagatg cagatagtaa aattgttcaa cttagtgaaa</w:t>
      </w:r>
    </w:p>
    <w:p w14:paraId="15590B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ttagtatgga caattcacct aatttagcat ggcctcttat tgtaacagct ttaagggcca</w:t>
      </w:r>
    </w:p>
    <w:p w14:paraId="142D6FA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attctgctgt caaattacag aataatgagc ttagtcctgt tgcactacga cagatgtctt</w:t>
      </w:r>
    </w:p>
    <w:p w14:paraId="2E2140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gtgctgccgg tactacacaa actgcttgca ctgatgacaa tgcgttagct tactacaaca</w:t>
      </w:r>
    </w:p>
    <w:p w14:paraId="4CC17CE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caacaaaggg aggtaggttt gtacttgcac tgttatccga tttacaggat ttgaaatggg</w:t>
      </w:r>
    </w:p>
    <w:p w14:paraId="35E0987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ctagattccc taagagtgat ggaactggta ctatctatac agaactggaa ccaccttgta</w:t>
      </w:r>
    </w:p>
    <w:p w14:paraId="0446913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ggtttgttac agacacacct aaaggtccta aagtgaagta tttatacttt attaaaggat</w:t>
      </w:r>
    </w:p>
    <w:p w14:paraId="223E698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taaacaacct aaatagaggt atggtacttg gtagtttagc tgccacagta cgtctacaag</w:t>
      </w:r>
    </w:p>
    <w:p w14:paraId="4F62A1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ctggtaatgc aacagaagtg cctgccaatt caactgtatt atctttctgt gcttttgctg</w:t>
      </w:r>
    </w:p>
    <w:p w14:paraId="15E24B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tagatgctgc taaagcttac aaagattatc tagctagtgg gggacaacca atcactaatt</w:t>
      </w:r>
    </w:p>
    <w:p w14:paraId="2574C16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gtgttaagat gttgtgtaca cacactggta ctggtcaggc aataacagtc acaccggaag</w:t>
      </w:r>
    </w:p>
    <w:p w14:paraId="0B2BA13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ccaatatgga tcaagaatcc tttggtggtg catcgtgttg tctgtactgc cgttgccaca</w:t>
      </w:r>
    </w:p>
    <w:p w14:paraId="23D3D7C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tagatcatcc aaatcctaaa ggattttgtg acttaaaagg taagtatgta caaataccta</w:t>
      </w:r>
    </w:p>
    <w:p w14:paraId="1109B44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caacttgtgc taatgaccct gtgggtttta cacttaaaaa cacagtctgt accgtctgcg</w:t>
      </w:r>
    </w:p>
    <w:p w14:paraId="3C54D59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gtatgtggaa aggttatggc tgtagttgtg atcaactccg cgaacccatg cttcagtcag</w:t>
      </w:r>
    </w:p>
    <w:p w14:paraId="1D93C42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ctgatgcaca atcgttttta aacgggtttg cggtgtaagt gcagcccgtc ttacaccgtg</w:t>
      </w:r>
    </w:p>
    <w:p w14:paraId="48D7BC2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cggcacaggc actagtactg atgtcgtata cagggctttt gacatctaca atgataaagt</w:t>
      </w:r>
    </w:p>
    <w:p w14:paraId="175A8E7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agctggtttt gctaaattcc taaaaactaa ttgttgtcgc ttccaagaaa aggacgaaga</w:t>
      </w:r>
    </w:p>
    <w:p w14:paraId="08186B1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tgacaattta attgattctt actttgtagt taagagacac actttctcta actaccaaca</w:t>
      </w:r>
    </w:p>
    <w:p w14:paraId="2BCFF3A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tgaagaaaca atttataatt tacttaagga ttgtccagct gttgctaaac atgacttctt</w:t>
      </w:r>
    </w:p>
    <w:p w14:paraId="63C2C89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taagtttaga atagacggtg acatggtacc acatatatca cgtcaacgtc ttactaaata</w:t>
      </w:r>
    </w:p>
    <w:p w14:paraId="42957B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cacaatggca gacctcgtct atgctttaag gcattttgat gaaggtaatt gtgacacatt</w:t>
      </w:r>
    </w:p>
    <w:p w14:paraId="7BB9787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aaaagaaata cttgtcacat acaattgttg tgatgatgat tatttcaata aaaaggactg</w:t>
      </w:r>
    </w:p>
    <w:p w14:paraId="154FA03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gtatgatttt gtagaaaacc cagatatatt acgcgtatac gccaacttag gtgaacgtgt</w:t>
      </w:r>
    </w:p>
    <w:p w14:paraId="2AC2F56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acgccaagct ttgttaaaaa cagtacaatt ctgtgatgcc atgcgaaatg ctggtattgt</w:t>
      </w:r>
    </w:p>
    <w:p w14:paraId="144CBDC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tggtgtactg acattagata atcaagatct caatggtaac tggtatgatt tcggtgattt</w:t>
      </w:r>
    </w:p>
    <w:p w14:paraId="5F18EA2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catacaaacc acgccaggta gtggagttcc tgttgtagat tcttattatt cattgttaat</w:t>
      </w:r>
    </w:p>
    <w:p w14:paraId="59DB03B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gcctatatta accttgacca gggctttaac tgcagagtca catgttgaca ctgacttaac</w:t>
      </w:r>
    </w:p>
    <w:p w14:paraId="4229D2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aaagccttac attaagtggg atttgttaaa atatgacttc acggaagaga ggttaaaact</w:t>
      </w:r>
    </w:p>
    <w:p w14:paraId="598513B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ctttgaccgt tattttaaat attgggatca gacataccac ccaaattgtg ttaactgttt</w:t>
      </w:r>
    </w:p>
    <w:p w14:paraId="6152228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ggatgacaga tgcattctgc attgtgcaaa ctttaatgtt ttattctcta cagtgttccc</w:t>
      </w:r>
    </w:p>
    <w:p w14:paraId="2703871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acttacaagt tttggaccac tagtgagaaa aatatttgtt gatggtgttc catttgtagt</w:t>
      </w:r>
    </w:p>
    <w:p w14:paraId="4D621C0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ttcaactgga taccacttca gagagctagg tgttgtacat aatcaggatg taaacttaca</w:t>
      </w:r>
    </w:p>
    <w:p w14:paraId="47D9110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tagctctaga cttagtttta aggaattact tgtgtatgct gctgaccctg ctatgcacgc</w:t>
      </w:r>
    </w:p>
    <w:p w14:paraId="6D6E27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tgcttctggt aatctattac tagataaacg cactacgtgc ttttcagtag ctgcacttac</w:t>
      </w:r>
    </w:p>
    <w:p w14:paraId="35EE7F6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taacaatgtt gcttttcaaa ctgtcaaacc cggtaatttt aacaaagact tctatgactt</w:t>
      </w:r>
    </w:p>
    <w:p w14:paraId="1999FF2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tgctgtgtct aagggtttct ttaaggaagg aagttctgtt gaattaaaac acttcttctt</w:t>
      </w:r>
    </w:p>
    <w:p w14:paraId="43DEADF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tgctcaggat ggtaatgctg ctatcagcga ttatgactac tatcgttata atctaccaac</w:t>
      </w:r>
    </w:p>
    <w:p w14:paraId="50C405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aatgtgtgat atcagacaac tactatttgt agttgaagtt gttgataagt actttgattg</w:t>
      </w:r>
    </w:p>
    <w:p w14:paraId="0B22C1A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ttacgatggt ggctgtatta atgctaacca agtcatcgtc aacaacctag acaaatcagc</w:t>
      </w:r>
    </w:p>
    <w:p w14:paraId="4F6C555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tggttttcca tttaataaat ggggtaaggc tagactttat tatgattcaa tgagttatga</w:t>
      </w:r>
    </w:p>
    <w:p w14:paraId="0A121E5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ggatcaagat gcacttttcg catatacaaa acgtaatgtc atccctacta taactcaaat</w:t>
      </w:r>
    </w:p>
    <w:p w14:paraId="742259C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gaatcttaag tatgccatta gtgcaaagaa tagagctcgc accgtagctg gtgtctctat</w:t>
      </w:r>
    </w:p>
    <w:p w14:paraId="64DBECC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ctgtagtact atgaccaata gacagtttca tcaaaaatta ttgaaatcaa tagccgccac</w:t>
      </w:r>
    </w:p>
    <w:p w14:paraId="6417904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tagaggagct actgtagtaa ttggaacaag caaattctat ggtggttggc acaatatgtt</w:t>
      </w:r>
    </w:p>
    <w:p w14:paraId="77076C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aaaaactgtt tatagtgatg tagaaaaccc tcaccttatg ggttgggatt atcctaaatg</w:t>
      </w:r>
    </w:p>
    <w:p w14:paraId="72E21EF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tgatagagcc atgcctaaca tgcttagaat tatggcctca cttgttcttg ctcgcaaaca</w:t>
      </w:r>
    </w:p>
    <w:p w14:paraId="67CAC1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tacaacgtgt tgtagcttgt cacaccgttt ctatagatta gctaatgagt gtgctcaagt</w:t>
      </w:r>
    </w:p>
    <w:p w14:paraId="685BCE2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attgagtgaa atggtcatgt gtggcggttc actatatgtt aaaccaggtg gaacctcatc</w:t>
      </w:r>
    </w:p>
    <w:p w14:paraId="2501B4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aggagatgcc acaactgctt atgctaatag tgtttttaac atttgtcaag ctgtcacggc</w:t>
      </w:r>
    </w:p>
    <w:p w14:paraId="4D66E07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caatgttaat gcacttttat ctactgatgg taacaaaatt gccgataagt atgtccgcaa</w:t>
      </w:r>
    </w:p>
    <w:p w14:paraId="7EBD6C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tttacaacac agactttatg agtgtctcta tagaaataga gatgttgaca cagactttgt</w:t>
      </w:r>
    </w:p>
    <w:p w14:paraId="43FA2F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gaatgagttt tacgcatatt tgcgtaaaca tttctcaatg atgatactct ctgacgatgc</w:t>
      </w:r>
    </w:p>
    <w:p w14:paraId="70057F3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tgttgtgtgt ttcaatagca cttatgcatc tcaaggtcta gtggctagca taaagaactt</w:t>
      </w:r>
    </w:p>
    <w:p w14:paraId="1DEEEF0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taagtcagtt ctttattatc aaaacaatgt ttttatgtct gaagcaaaat gttggactga</w:t>
      </w:r>
    </w:p>
    <w:p w14:paraId="725484E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gactgacctt actaaaggac ctcatgaatt ttgctctcaa catacaatgc tagttaaaca</w:t>
      </w:r>
    </w:p>
    <w:p w14:paraId="2F7C90C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gggtgatgat tatgtgtacc ttccttaccc agatccatca agaatcctag gggccggctg</w:t>
      </w:r>
    </w:p>
    <w:p w14:paraId="58CBE9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ttttgtagat gatatcgtaa aaacagatgg tacacttatg attgaacggt tcgtgtcttt</w:t>
      </w:r>
    </w:p>
    <w:p w14:paraId="21C9DC5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agctatagat gcttacccac ttactaaaca tcctaatcag gagtatgctg atgtctttca</w:t>
      </w:r>
    </w:p>
    <w:p w14:paraId="5816033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tttgtactta caatacataa gaaagctaca tgatgagtta acaggacaca tgttagacat</w:t>
      </w:r>
    </w:p>
    <w:p w14:paraId="5F853AA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gtattctgtt atgcttacta atgataacac ttcaaggtat tgggaacctg agttttatga</w:t>
      </w:r>
    </w:p>
    <w:p w14:paraId="152705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ggctatgtac acaccgcata cagtcttaca ggctgttggg gcttgtgttc tttgcaattc</w:t>
      </w:r>
    </w:p>
    <w:p w14:paraId="1508501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acagacttca ttaagatgtg gtgcttgcat acgtagacca ttcttatgtt gtaaatgctg</w:t>
      </w:r>
    </w:p>
    <w:p w14:paraId="7AF530E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ttacgaccat gtcatatcaa catcacataa attagtcttg tctgttaatc cgtatgtttg</w:t>
      </w:r>
    </w:p>
    <w:p w14:paraId="2B61469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caatgctcca ggttgtgatg tcacagatgt gactcaactt tacttaggag gtatgagcta</w:t>
      </w:r>
    </w:p>
    <w:p w14:paraId="4DDDC5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ttattgtaaa tcacataaac cacccattag ttttccattg tgtgctaatg gacaagtttt</w:t>
      </w:r>
    </w:p>
    <w:p w14:paraId="4FE8036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tggtttatat aaaaatacat gtgttggtag cgataatgtt actgacttta atgcaattgc</w:t>
      </w:r>
    </w:p>
    <w:p w14:paraId="12D66E3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aacatgtgac tggacaaatg ctggtgatta cattttagct aacacctgta ctgaaagact</w:t>
      </w:r>
    </w:p>
    <w:p w14:paraId="474FF7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caagcttttt gcagcagaaa cgctcaaagc tactgaggag acatttaaac tgtcttatgg</w:t>
      </w:r>
    </w:p>
    <w:p w14:paraId="61D1CFD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tattgctact gtacgtgaag tgctgtctga cagagaatta catctttcat gggaagttgg</w:t>
      </w:r>
    </w:p>
    <w:p w14:paraId="491FBDF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taaacctaga ccaccactta accgaaatta tgtctttact ggttatcgtg taactaaaaa</w:t>
      </w:r>
    </w:p>
    <w:p w14:paraId="61C718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cagtaaagta caaataggag agtacacctt tgaaaaaggt gactatggtg atgctgttgt</w:t>
      </w:r>
    </w:p>
    <w:p w14:paraId="2E0C5E4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ttaccgaggt acaacaactt acaaattaaa tgttggtgat tattttgtgc tgacatcaca</w:t>
      </w:r>
    </w:p>
    <w:p w14:paraId="2B8A9BC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tacagtaatg ccattaagtg cacctacact agtgccacaa gagcactatg ttagaattac</w:t>
      </w:r>
    </w:p>
    <w:p w14:paraId="7F87A33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tggcttatac ccaacactca atatctcaga tgagttttct agcaatgttg caaattatca</w:t>
      </w:r>
    </w:p>
    <w:p w14:paraId="118C96F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aaaggttggt atgcaaaagt attctacact ccagggacca cctggtactg gtaagagtca</w:t>
      </w:r>
    </w:p>
    <w:p w14:paraId="59879D6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ttttgctatt ggcctagctc tctactaccc ttctgctcgc atagtgtata cagcttgctc</w:t>
      </w:r>
    </w:p>
    <w:p w14:paraId="42AE49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tcatgccgct gttgatgcac tatgtgagaa ggcattaaaa tatttgccta tagataaatg</w:t>
      </w:r>
    </w:p>
    <w:p w14:paraId="33576E0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tagtagaatt atacctgcac gtgctcgtgt agagtgtttt gataaattca aagtgaattc</w:t>
      </w:r>
    </w:p>
    <w:p w14:paraId="3C23F2D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aacattagaa cagtatgtct tttgtactgt aaatgcattg cctgagacga cagcagatat</w:t>
      </w:r>
    </w:p>
    <w:p w14:paraId="4A27A06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agttgtcttt gatgaaattt caatggccac aaattatgat ttgagtgttg tcaatgccag</w:t>
      </w:r>
    </w:p>
    <w:p w14:paraId="6D40A2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attacgtgct aagcactatg tgtacattgg cgaccctgct caattacctg caccacgcac</w:t>
      </w:r>
    </w:p>
    <w:p w14:paraId="63AB917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attgctaact aagggcacac tagaaccaga atatttcaat tcagtgtgta gacttatgaa</w:t>
      </w:r>
    </w:p>
    <w:p w14:paraId="47F95F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aactataggt ccagacatgt tcctcggaac ttgtcggcgt tgtcctgctg aaattgttga</w:t>
      </w:r>
    </w:p>
    <w:p w14:paraId="44D6303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cactgtgagt gctttggttt atgataataa gcttaaagca cataaagaca aatcagctca</w:t>
      </w:r>
    </w:p>
    <w:p w14:paraId="6804F64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atgctttaaa atgttttata agggtgttat cacgcatgat gtttcatctg caattaacag</w:t>
      </w:r>
    </w:p>
    <w:p w14:paraId="2168565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gccacaaata ggcgtggtaa gagaattcct tacacgtaac cctgcttgga gaaaagctgt</w:t>
      </w:r>
    </w:p>
    <w:p w14:paraId="3AC4ED9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ctttatttca ccttataatt cacagaatgc tgtagcctca aagattttgg gactaccaac</w:t>
      </w:r>
    </w:p>
    <w:p w14:paraId="2FDBBD9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tcaaactgtt gattcatcac agggctcaga atatgactat gtcatattca ctcaaaccac</w:t>
      </w:r>
    </w:p>
    <w:p w14:paraId="1C04BD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tgaaacagct cactcttgta atgtaaacag atttaatgtt gctattacca gagcaaaagt</w:t>
      </w:r>
    </w:p>
    <w:p w14:paraId="7CD5268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aggcatactt tgcataatgt ctgatagaga cctttatgac aagttgcaat ttacaagtct</w:t>
      </w:r>
    </w:p>
    <w:p w14:paraId="18334F6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tgaaattcca cgtaggaatg tggcaacttt acaagctgaa aatgtaacag gactctttaa</w:t>
      </w:r>
    </w:p>
    <w:p w14:paraId="037AC85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agattgtagt aaggtaatca ctgggttaca tcctacacag gcacctacac acctcagtgt</w:t>
      </w:r>
    </w:p>
    <w:p w14:paraId="1865615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tgacactaaa ttcaaaactg aaggtttatg tgttgacgta cctggcatac ctaaggacat</w:t>
      </w:r>
    </w:p>
    <w:p w14:paraId="045514D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gacctataga agactcatct ctatgatggg ttttaaaatg aattatcaag ttaatggtta</w:t>
      </w:r>
    </w:p>
    <w:p w14:paraId="4F0E213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ccctaacatg tttatcaccc gcgaagaagc tataagacat gtacgtgcat ggattggctt</w:t>
      </w:r>
    </w:p>
    <w:p w14:paraId="6C1D77B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cgatgtcgag gggtgtcatg ctactagaga agctgttggt accaatttac ctttacagct</w:t>
      </w:r>
    </w:p>
    <w:p w14:paraId="4186E34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aggtttttct acaggtgtta acctagttgc tgtacctaca ggttatgttg atacacctaa</w:t>
      </w:r>
    </w:p>
    <w:p w14:paraId="6EC8EF9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taatacagat ttttccagag ttagtgctaa accaccgcct ggagatcaat ttaaacacct</w:t>
      </w:r>
    </w:p>
    <w:p w14:paraId="2D9BFF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cataccactt atgtacaaag gacttccttg gaatgtagtg cgtataaaga ttgtacaaat</w:t>
      </w:r>
    </w:p>
    <w:p w14:paraId="54961F2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gttaagtgac acacttaaaa atctctctga cagagtcgta tttgtcttat gggcacatgg</w:t>
      </w:r>
    </w:p>
    <w:p w14:paraId="1E35D01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ctttgagttg acatctatga agtattttgt gaaaatagga cctgagcgca cctgttgtct</w:t>
      </w:r>
    </w:p>
    <w:p w14:paraId="117BFF2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atgtgataga cgtgccacat gcttttccac tgcttcagac acttatgcct gttggcatca</w:t>
      </w:r>
    </w:p>
    <w:p w14:paraId="5CF8795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ttctattgga tttgattacg tctataatcc gtttatgatt gatgttcaac aatggggttt</w:t>
      </w:r>
    </w:p>
    <w:p w14:paraId="435420A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tacaggtaac ctacaaagca accatgatct gtattgtcaa gtccatggta atgcacatgt</w:t>
      </w:r>
    </w:p>
    <w:p w14:paraId="0D76626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agctagttgt gatgcaatca tgactaggtg tctagctgtc cacgagtgct ttgttaagcg</w:t>
      </w:r>
    </w:p>
    <w:p w14:paraId="11AA66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tgttgactgg actattgaat atcctataat tggtgatgaa ctgaagatta atgcggcttg</w:t>
      </w:r>
    </w:p>
    <w:p w14:paraId="513D894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tagaaaggtt caacacatgg ttgttaaagc tgcattatta gcagacaaat tcccagttct</w:t>
      </w:r>
    </w:p>
    <w:p w14:paraId="40C8E17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tcacgacatt ggtaacccta aagctattaa gtgtgtacct caagctgatg tagaatggaa</w:t>
      </w:r>
    </w:p>
    <w:p w14:paraId="757F005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gttctatgat gcacagcctt gtagtgacaa agcttataaa atagaagaat tattctattc</w:t>
      </w:r>
    </w:p>
    <w:p w14:paraId="243D604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ttatgccaca cattctgaca aattcacaga tggtgtatgc ctattttgga attgcaatgt</w:t>
      </w:r>
    </w:p>
    <w:p w14:paraId="61A346B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cgatagatat cctgctaatt ccattgtttg tagatttgac actagagtgc tatctaacct</w:t>
      </w:r>
    </w:p>
    <w:p w14:paraId="4FDC49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taacttgcct ggttgtgatg gtggcagttt gtatgtaaat aaacatgcat tccacacacc</w:t>
      </w:r>
    </w:p>
    <w:p w14:paraId="50ED188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agcttttgat aaaagtgctt ttgttaattt aaaacaatta ccatttttct attactctga</w:t>
      </w:r>
    </w:p>
    <w:p w14:paraId="32D2C1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cagtccatgt gagtctcatg gaaaacaagt agtgtcagat atagattatg taccactaaa</w:t>
      </w:r>
    </w:p>
    <w:p w14:paraId="5A5E7F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gtctgctacg tgtataacac gttgcaattt aggtggtgct gtctgtagac atcatgctaa</w:t>
      </w:r>
    </w:p>
    <w:p w14:paraId="763CA29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tgagtacaga ttgtatctcg atgcttataa catgatgatc tcagctggct ttagcttgtg</w:t>
      </w:r>
    </w:p>
    <w:p w14:paraId="0F371DC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ggtttacaaa caatttgata cttataacct ctggaacact tttacaagac ttcagagttt</w:t>
      </w:r>
    </w:p>
    <w:p w14:paraId="507F274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agaaaatgtg gcttttaatg ttgtaaataa gggacacttt gatggacaac agggtgaagt</w:t>
      </w:r>
    </w:p>
    <w:p w14:paraId="391389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accagtttct atcattaata acactgttta cacaaaagtt gatggtgttg atgtagaatt</w:t>
      </w:r>
    </w:p>
    <w:p w14:paraId="3D7D3D3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gtttgaaaat aaaacaacat tacctgttaa tgtagcattt gagctttggg ctaagcgcaa</w:t>
      </w:r>
    </w:p>
    <w:p w14:paraId="08A1649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cattaaacca gtaccagagg tgaaaatact caataatttg ggtgtggaca ttgctgctaa</w:t>
      </w:r>
    </w:p>
    <w:p w14:paraId="329D660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tactgtgatc tgggactaca aaagagatgc tccagcacat atatctacta ttggtgtttg</w:t>
      </w:r>
    </w:p>
    <w:p w14:paraId="5B60CF1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ttctatgact gacatagcca agaaaccaac tgaaacgatt tgtgcaccac tcactgtctt</w:t>
      </w:r>
    </w:p>
    <w:p w14:paraId="2BF5CBC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ttttgatggt agagttgatg gtcaagtaga cttatttaga aatgcccgta atggtgttct</w:t>
      </w:r>
    </w:p>
    <w:p w14:paraId="0F972EA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tattacagaa ggtagtgtta aaggtttaca accatctgta ggtcccaaac aagctagtct</w:t>
      </w:r>
    </w:p>
    <w:p w14:paraId="35E6116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taatggagtc acattaattg gagaagccgt aaaaacacag ttcaattatt ataagaaagt</w:t>
      </w:r>
    </w:p>
    <w:p w14:paraId="5635F6C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tgatggtgtt gtccaacaat tacctgaaac ttactttact cagagtagaa atttacaaga</w:t>
      </w:r>
    </w:p>
    <w:p w14:paraId="6F4A0FA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atttaaaccc aggagtcaaa tggaaattga tttcttagaa ttagctatgg atgaattcat</w:t>
      </w:r>
    </w:p>
    <w:p w14:paraId="074688A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tgaacggtat aaattagaag gctatgcctt cgaacatatc gtttatggag attttagtca</w:t>
      </w:r>
    </w:p>
    <w:p w14:paraId="37F631F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tagtcagtta ggtggtttac atctactgat tggactagct aaacgtttta aggaatcacc</w:t>
      </w:r>
    </w:p>
    <w:p w14:paraId="7AE861E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ttttgaatta gaagatttta ttcctatgga cagtacagtt aaaaactatt tcataacaga</w:t>
      </w:r>
    </w:p>
    <w:p w14:paraId="4001584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tgcgcaaaca ggttcatcta agtgtgtgtg ttctgttatt gatttattac ttgatgattt</w:t>
      </w:r>
    </w:p>
    <w:p w14:paraId="0EA36E0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tgttgaaata ataaaatccc aagatttatc tgtagtttct aaggttgtca aagtgactat</w:t>
      </w:r>
    </w:p>
    <w:p w14:paraId="2EC1207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tgactataca gaaatttcat ttatgctttg gtgtaaagat ggccatgtag aaacatttta</w:t>
      </w:r>
    </w:p>
    <w:p w14:paraId="420857B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cccaaaatta caatctagtc aagcgtggca accgggtgtt gctatgccta atctttacaa</w:t>
      </w:r>
    </w:p>
    <w:p w14:paraId="5519EE6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aatgcaaaga atgctattag aaaagtgtga ccttcaaaat tatggtgata gtgcaacatt</w:t>
      </w:r>
    </w:p>
    <w:p w14:paraId="5EDCE1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acctaaaggc ataatgatga atgtcgcaaa atatactcaa ctgtgtcaat atttaaacac</w:t>
      </w:r>
    </w:p>
    <w:p w14:paraId="5AD0631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attaacatta gctgtaccct ataatatgag agttatacat tttggtgctg gttctgataa</w:t>
      </w:r>
    </w:p>
    <w:p w14:paraId="077785B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aggagttgca ccaggtacag ctgttttaag acagtggttg cctacgggta cgctgcttgt</w:t>
      </w:r>
    </w:p>
    <w:p w14:paraId="0F507A3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cgattcagat cttaatgact ttgtctctga tgcagattca actttgattg gtgattgtgc</w:t>
      </w:r>
    </w:p>
    <w:p w14:paraId="1D6D82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aactgtacat acagctaata aatgggatct cattattagt gatatgtacg accctaagac</w:t>
      </w:r>
    </w:p>
    <w:p w14:paraId="0D36044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taaaaatgtt acaaaagaaa atgactctaa agagggtttt ttcacttaca tttgtgggtt</w:t>
      </w:r>
    </w:p>
    <w:p w14:paraId="6C4F2CA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tatacaacaa aagctagctc ttggaggttc cgtggctata aagataacag aacattcttg</w:t>
      </w:r>
    </w:p>
    <w:p w14:paraId="3471BF9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gaatgctgat ctttataagc tcatgggaca cttcgcatgg tggacagcct ttgttactaa</w:t>
      </w:r>
    </w:p>
    <w:p w14:paraId="0AD0D11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tgtgaatgcg tcatcatctg aagcattttt aattggatgt aattatcttg gcaaaccacg</w:t>
      </w:r>
    </w:p>
    <w:p w14:paraId="07F1234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cgaacaaata gatggttatg tcatgcatgc aaattacata ttttggagga atacaaatcc</w:t>
      </w:r>
    </w:p>
    <w:p w14:paraId="48E384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aattcagttg tcttcctatt ctttatttga catgagtaaa tttcccctta aattaagggg</w:t>
      </w:r>
    </w:p>
    <w:p w14:paraId="5B5F32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tactgctgtt atgtctttaa aagaaggtca aatcaatgat atgattttat ctcttcttag</w:t>
      </w:r>
    </w:p>
    <w:p w14:paraId="6E27698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taaaggtaga cttataatta gagaaaacaa cagagttgtt atttctagtg atgttcttgt</w:t>
      </w:r>
    </w:p>
    <w:p w14:paraId="7907CAE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taacaactaa acgaacaatg tttgtttttc ttgttttatt gccactagtc tctagtcagt</w:t>
      </w:r>
    </w:p>
    <w:p w14:paraId="3B0044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gtgttaatct tacaaccaga actcaattac cccctgcata cactaattct ttcacacgtg</w:t>
      </w:r>
    </w:p>
    <w:p w14:paraId="144F011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gtgtttatta ccctgacaaa gttttcagat cctcagtttt acattcaact caggacttgt</w:t>
      </w:r>
    </w:p>
    <w:p w14:paraId="35E8A4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tcttaccttt cttttccaat gttacttggt tccatgttat acatgtctct gggaccaatg</w:t>
      </w:r>
    </w:p>
    <w:p w14:paraId="38F697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gtactaagag gtttgataac cctgtcctac catttaatga tggtgtttat tttgcttcca</w:t>
      </w:r>
    </w:p>
    <w:p w14:paraId="670C71B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ttgagaagtc taacataata agaggctgga tttttggtac tactttagat tcgaagaccc</w:t>
      </w:r>
    </w:p>
    <w:p w14:paraId="637407B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agtccctact tattgttaat aacgctacta atgttgttat taaagtctgt gaatttcaat</w:t>
      </w:r>
    </w:p>
    <w:p w14:paraId="755A0B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tttgtaatga tccatttttg gaccacaaaa acaacaaaag ttggatggaa agtgagttca</w:t>
      </w:r>
    </w:p>
    <w:p w14:paraId="1A668AF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gagtttattc tagtgcgaat aattgcactt ttgaatatgt ctctcagcct tttcttatgg</w:t>
      </w:r>
    </w:p>
    <w:p w14:paraId="6AEE548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accttgaagg aaaacagggt aatttcaaaa atcttaggga atttgtgttt aagaatattg</w:t>
      </w:r>
    </w:p>
    <w:p w14:paraId="542E030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atggttattt taaaatatat tctaagcaca cgcctattat agtgcgtgag ccagaagatc</w:t>
      </w:r>
    </w:p>
    <w:p w14:paraId="0438108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tccctcaggg tttttcggct ttagaaccat tggtagattt gccaataggt attaacatca</w:t>
      </w:r>
    </w:p>
    <w:p w14:paraId="75DE8F6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ctaggtttca aactttactt gctttacata gaagttattt gactcctggt gattcttctt</w:t>
      </w:r>
    </w:p>
    <w:p w14:paraId="762FB75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caggttggac agctggtgct gcagcttatt atgtgggtta tcttcaacct aggacttttc</w:t>
      </w:r>
    </w:p>
    <w:p w14:paraId="1F99272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tattaaaata taatgaaaat ggaaccatta cagatgctgt agactgtgca cttgaccctc</w:t>
      </w:r>
    </w:p>
    <w:p w14:paraId="517FAC9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tctcagaaac aaagtgtacg ttgaaatcct tcactgtaga aaaaggaatc tatcaaactt</w:t>
      </w:r>
    </w:p>
    <w:p w14:paraId="2A0D7AF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ctaactttag agtccaacca acagaatcta ttgttagatt tcctaatatt acaaacttgt</w:t>
      </w:r>
    </w:p>
    <w:p w14:paraId="6232581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gcccttttga tgaagttttt aacgccacca gatttgcatc tgtttatgct tggaacagga</w:t>
      </w:r>
    </w:p>
    <w:p w14:paraId="4069B9A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agagaatcag caactgtgtt gctgattatt ctgtcctata taatctcgca ccatttttca</w:t>
      </w:r>
    </w:p>
    <w:p w14:paraId="330412F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cttttaagtg ttatggagtg tctcctacta aattaaatga tctctgcttt actaatgtct</w:t>
      </w:r>
    </w:p>
    <w:p w14:paraId="3E58324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atgcagattc atttgtaatt agaggtgatg aagtcagaca aatcgctcca gggcaaactg</w:t>
      </w:r>
    </w:p>
    <w:p w14:paraId="588E59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gaaatattgc tgattataat tataaattac cagatgattt tacaggctgc gttatagctt</w:t>
      </w:r>
    </w:p>
    <w:p w14:paraId="6812903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ggaattctaa caagcttgat tctaaggtta gtggtaatta taattacctg tatagattgt</w:t>
      </w:r>
    </w:p>
    <w:p w14:paraId="2B34914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ttaggaagtc taatctcaaa ccttttgaga gagatatttc aactgaaatc tatcaggccg</w:t>
      </w:r>
    </w:p>
    <w:p w14:paraId="1AB6738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gtaacaaacc ttgtaatggt gttgcaggtt ttaattgtta ctttccttta cgatcatata</w:t>
      </w:r>
    </w:p>
    <w:p w14:paraId="647B3CB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gtttccgacc cacttatggt gttggtcacc aaccatacag agtagtagta ctttcttttg</w:t>
      </w:r>
    </w:p>
    <w:p w14:paraId="66D417A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aacttctaca tgcaccagca actgtttgtg gacctaaaaa gtctactaat ttggttaaaa</w:t>
      </w:r>
    </w:p>
    <w:p w14:paraId="719D760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acaaatgtgt caatttcaac ttcaatggtt taaaaggcac aggtgttctt actgagtcta</w:t>
      </w:r>
    </w:p>
    <w:p w14:paraId="40C6DCF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acaaaaagtt tctgcctttc caacaatttg gcagagacat tgctgacact actgatgctg</w:t>
      </w:r>
    </w:p>
    <w:p w14:paraId="2818B0F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tccgtgatcc acagacactt gagattcttg acattacacc atgttctttt ggtggtgtca</w:t>
      </w:r>
    </w:p>
    <w:p w14:paraId="5649285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gtgttataac accaggaaca aatacttcta accaggttgc tgttctttat cagggtgtta</w:t>
      </w:r>
    </w:p>
    <w:p w14:paraId="4F9DE8E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actgcacaga agtccctgtt gctattcatg cagatcaact tactcctact tggcgtgttt</w:t>
      </w:r>
    </w:p>
    <w:p w14:paraId="77FBAD9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attctacagg ttctaatgtt tttcaaacac gtgcaggctg tttaataggg gctgaatatg</w:t>
      </w:r>
    </w:p>
    <w:p w14:paraId="0D3F805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tcaacaactc atatgagtgt gacataccca ttggtgcagg tatatgcgct agttatcaga</w:t>
      </w:r>
    </w:p>
    <w:p w14:paraId="582BD85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ctcagactaa gtctcatcgg cgggcacgta gtgtagctag tcaatccatc attgcctaca</w:t>
      </w:r>
    </w:p>
    <w:p w14:paraId="2517145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ctatgtcact tggtgcagaa aattcagttg cttactctaa taactctatt gccataccca</w:t>
      </w:r>
    </w:p>
    <w:p w14:paraId="017410D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caaattttac tattagtgtt accacagaaa ttctaccagt gtctatgacc aagacatcag</w:t>
      </w:r>
    </w:p>
    <w:p w14:paraId="5CB5F92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tagattgtac aatgtacatt tgtggtgatt caactgaatg cagcaatctt ttgttgcaat</w:t>
      </w:r>
    </w:p>
    <w:p w14:paraId="4C23C46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atggcagttt ttgtacacaa ttaaaacgtg ctttaactgg aatagctgtt gaacaagaca</w:t>
      </w:r>
    </w:p>
    <w:p w14:paraId="13327F0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aaaacaccca agaagttttt gcacaagtca aacaaattta caaaacacca ccaattaaat</w:t>
      </w:r>
    </w:p>
    <w:p w14:paraId="13411B8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attttggtgg ttttaatttt tcacaaatat taccagatcc atcaaaacca agcaagaggt</w:t>
      </w:r>
    </w:p>
    <w:p w14:paraId="43CA8D1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catttattga agatctactt ttcaacaaag tgacacttgc agatgctggc ttcatcaaac</w:t>
      </w:r>
    </w:p>
    <w:p w14:paraId="4C92C2C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aatatggtga ttgccttggt gatattgctg ctagagacct catttgtgca caaaagttta</w:t>
      </w:r>
    </w:p>
    <w:p w14:paraId="354650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aaggccttac tgttttgcca cctttgctca cagatgaaat gattgctcaa tacacttctg</w:t>
      </w:r>
    </w:p>
    <w:p w14:paraId="6588A8D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cactgttagc gggtacaatc acttctggtt ggacctttgg tgcaggtgct gcattacaaa</w:t>
      </w:r>
    </w:p>
    <w:p w14:paraId="46C2E76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taccatttgc tatgcaaatg gcttataggt ttaatggtat tggagttaca cagaatgttc</w:t>
      </w:r>
    </w:p>
    <w:p w14:paraId="3E3407F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tctatgagaa ccaaaaattg attgccaacc aatttaatag tgctattggc aaaattcaag</w:t>
      </w:r>
    </w:p>
    <w:p w14:paraId="6D22C61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actcactttc ttccacagca agtgcacttg gaaaacttca agatgtggtc aaccataatg</w:t>
      </w:r>
    </w:p>
    <w:p w14:paraId="6A15D94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cacaagcttt aaacacgctt gttaaacaac ttagctccaa atttggtgca atttcaagtg</w:t>
      </w:r>
    </w:p>
    <w:p w14:paraId="633EA93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ttttaaatga tatcttttca cgtcttgaca aagttgaggc tgaagtgcaa attgataggt</w:t>
      </w:r>
    </w:p>
    <w:p w14:paraId="75EE133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tgatcacagg cagacttcaa agtttgcaga catatgtgac tcaacaatta attagagctg</w:t>
      </w:r>
    </w:p>
    <w:p w14:paraId="49652C2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cagaaatcag agcttctgct aatcttgctg ctactaaaat gtcagagtgt gtacttggac</w:t>
      </w:r>
    </w:p>
    <w:p w14:paraId="495CC7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aatcaaaaag agttgatttt tgtggaaagg gctatcatct tatgtccttc cctcagtcag</w:t>
      </w:r>
    </w:p>
    <w:p w14:paraId="076D2DE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cacctcatgg tgtagtcttc ttgcatgtga cttatgtccc tgcacaagaa aagaacttca</w:t>
      </w:r>
    </w:p>
    <w:p w14:paraId="0285BF1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caactgctcc tgccatttgt catgatggaa aagcacactt tcctcgtgaa ggtgtctttg</w:t>
      </w:r>
    </w:p>
    <w:p w14:paraId="6001CC7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tttcaaatgg cacacactgg tttgtaacac aaaggaattt ttatgaacca caaatcatta</w:t>
      </w:r>
    </w:p>
    <w:p w14:paraId="400D167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ctacagacaa cacatttgtg tctggtaact gtgatgttgt aataggaatt gtcaacaaca</w:t>
      </w:r>
    </w:p>
    <w:p w14:paraId="5124D1E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cagtttatga tcctttgcaa cctgaattag attcattcaa ggaggagtta gataaatatt</w:t>
      </w:r>
    </w:p>
    <w:p w14:paraId="0C94E3C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ttaagaatca tacatcacca gatgttgatt taggtgacat ctctggcatt aatgcttcag</w:t>
      </w:r>
    </w:p>
    <w:p w14:paraId="46F436B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ttgtaaacat tcaaaaagaa attgaccgcc tcaatgaggt tgccaagaat ttaaatgaat</w:t>
      </w:r>
    </w:p>
    <w:p w14:paraId="21E4055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ctctcatcga tctccaagaa cttggaaagt atgagcagta tataaaatgg ccatggtaca</w:t>
      </w:r>
    </w:p>
    <w:p w14:paraId="43AE966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tttggctagg ttttatagct ggcttgattg ccatagtaat ggtgacaatt atgctttgct</w:t>
      </w:r>
    </w:p>
    <w:p w14:paraId="1BCDC50B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gtatgaccag ttgctgtagt tgtctcaagg gctgttgttc ttgtggatcc tgctgcaaat</w:t>
      </w:r>
    </w:p>
    <w:p w14:paraId="400CEA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ttgatgaaga cgactctgag ccagtgctca aaggagtcaa attacattac acataaacga</w:t>
      </w:r>
    </w:p>
    <w:p w14:paraId="4A91B5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acttatggat ttgtttatga gaatcttcac aattggaact gtaactttga agcaaggtga</w:t>
      </w:r>
    </w:p>
    <w:p w14:paraId="52E7CEA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aatcaaggat gctactcctt cagattttgt tcgcgctact gcaacgatac cgatacaagc</w:t>
      </w:r>
    </w:p>
    <w:p w14:paraId="21EFF85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ctcactccct ttcggatggc ttattgttgg cgttgcactt cttgctgttt ttcagagcgc</w:t>
      </w:r>
    </w:p>
    <w:p w14:paraId="0E18193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ttccaaaatc ataactctca aaaagagatg gcaactagca ctctccaagg gtgttcactt</w:t>
      </w:r>
    </w:p>
    <w:p w14:paraId="4D8C68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tgtttgcaac ttgctgttgt tgtttgtaac agtttactca caccttttgc tcgttgctgc</w:t>
      </w:r>
    </w:p>
    <w:p w14:paraId="1E9EBE6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tggccttgaa gccccttttc tctatcttta tgctttagtc tacttcttgc agagtataaa</w:t>
      </w:r>
    </w:p>
    <w:p w14:paraId="4AFA1A2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ctttgtaaga ataataatga ggctttggct ttgctggaaa tgccgttcca aaaacccatt</w:t>
      </w:r>
    </w:p>
    <w:p w14:paraId="77CB1E1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actttatgat gccaactatt ttctttgctg gcatactaat tgttacgact attgtatacc</w:t>
      </w:r>
    </w:p>
    <w:p w14:paraId="464F42B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ttacaatagt gtaacttctt caattgtcat tacttcaggt gatggcacaa caagtcctat</w:t>
      </w:r>
    </w:p>
    <w:p w14:paraId="69BF037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ttctgaacat gactaccaga ttggtggtta tactgaaaaa tgggaatctg gagtaaaaga</w:t>
      </w:r>
    </w:p>
    <w:p w14:paraId="5FF5447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ctgtgttgta ttacacagtt acttcacttc agactattac cagctgtact caactcaatt</w:t>
      </w:r>
    </w:p>
    <w:p w14:paraId="5F50B80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gagtacagac actggtgttg aacatgttac cttcttcatc tacaataaaa ttgttgatga</w:t>
      </w:r>
    </w:p>
    <w:p w14:paraId="36B1288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gcctgaagaa catgtccaaa ttcacacaat cgacggttca tccggagttg ttaatccagt</w:t>
      </w:r>
    </w:p>
    <w:p w14:paraId="456DB0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aatggaacca atttatgatg aaccgacgac gactactagc gtgcctttgt aagcacaagc</w:t>
      </w:r>
    </w:p>
    <w:p w14:paraId="1C0680E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tgatgagtac gaacttatgt actcattcgt ttcggaagag ataggtacgt taatagttaa</w:t>
      </w:r>
    </w:p>
    <w:p w14:paraId="408B72D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tagcgtactt ctttttcttg ctttcgtggt attcttgcta gttacactag ccatccttac</w:t>
      </w:r>
    </w:p>
    <w:p w14:paraId="40C1449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tgcgcttcga ttgtgtgcgt actgctgcaa tattgttaac gtgagtcttg taaaaccttc</w:t>
      </w:r>
    </w:p>
    <w:p w14:paraId="5170842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tttttacgtt tactctcgtg ttaaaaatct gaattcttct agagttcctg atcttctggt</w:t>
      </w:r>
    </w:p>
    <w:p w14:paraId="648ADAA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ctaaacgaac taaatattat attagttttt ctgtttggaa ctttaatttt agccatggca</w:t>
      </w:r>
    </w:p>
    <w:p w14:paraId="3DF4317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ggttccaacg gtactattac cgttgaagag cttaaaaagc tccttgaaga atggaaccta</w:t>
      </w:r>
    </w:p>
    <w:p w14:paraId="5C1B279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gtaataggtt tcctattcct tacatggatt tgtcttctac aatttgccta tgccaacagg</w:t>
      </w:r>
    </w:p>
    <w:p w14:paraId="18CA483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aataggtttt tgtatataat taagttaatt ttcctctggc tgttatggcc agtaacttta</w:t>
      </w:r>
    </w:p>
    <w:p w14:paraId="234010B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acttgttttg tgcttgctgc tgtttacaga ataaattgga tcaccggtgg aattgctatc</w:t>
      </w:r>
    </w:p>
    <w:p w14:paraId="6BCED81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gcaatggctt gtcttgtagg cttgatgtgg ctcagctact tcattgcttc tttcagactg</w:t>
      </w:r>
    </w:p>
    <w:p w14:paraId="79448B0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tttgcgcgta cgcgttccat gtggtcattc aatccagaaa ctaacattct tctcaacgtg</w:t>
      </w:r>
    </w:p>
    <w:p w14:paraId="5596468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ccactccatg gcactattct gaccagaccg cttctagaaa gtgaactcgt aatcggagct</w:t>
      </w:r>
    </w:p>
    <w:p w14:paraId="011BE7A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gtgatccttc gtggacatct tcgtattgct ggacaccatc taggacgctg tgacatcaag</w:t>
      </w:r>
    </w:p>
    <w:p w14:paraId="2691F5B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gacctgccta aagaaatcac tgttgctaca tcacgaacgc tttcttatta caaattggga</w:t>
      </w:r>
    </w:p>
    <w:p w14:paraId="488D1C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gcttcgcagc gtgtagcagg tgactcaggt tttgctgcat acagtcgcta caggattggc</w:t>
      </w:r>
    </w:p>
    <w:p w14:paraId="6899416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aactataaat taaacacaga ccattccagt agcagtgaca atattgcttt gcttgtacag</w:t>
      </w:r>
    </w:p>
    <w:p w14:paraId="5A6E2EC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taagtgacaa cagatgtttc atctcgttga ctttcaggtt actatagcag agatattact</w:t>
      </w:r>
    </w:p>
    <w:p w14:paraId="5004A05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aattattatg cggactttta aagtttccat ttggaatctt gattacatca taaacctcat</w:t>
      </w:r>
    </w:p>
    <w:p w14:paraId="5C89127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aattaaaaat ttatctaagt cactaactga gaataaatat tctcaattag atgaagagca</w:t>
      </w:r>
    </w:p>
    <w:p w14:paraId="11960A5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accaatggag attgattaaa cgaacatgaa aattattctt ttcttggcac tgataacact</w:t>
      </w:r>
    </w:p>
    <w:p w14:paraId="441689E9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cgctacttgt gagctttatc actaccaaga gtgtgttaga ggtacaacag tacttttaaa</w:t>
      </w:r>
    </w:p>
    <w:p w14:paraId="2FB58A3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agaaccttgc tcttctggaa catacgaggg caattcacca tttcatcctc tagctgataa</w:t>
      </w:r>
    </w:p>
    <w:p w14:paraId="6284EA6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caaatttgca ctgacttgct ttagcactca atttgctttt gcttgtcctg acggcgtaaa</w:t>
      </w:r>
    </w:p>
    <w:p w14:paraId="20222E2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acacgtctat cagttacgtg ccagatcagt ttcacctaaa ctgttcatca gacaagagga</w:t>
      </w:r>
    </w:p>
    <w:p w14:paraId="5A50ED0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agttcaagaa ctttactctc caatttttct tattgttgcg gcaatagtgt ttataacact</w:t>
      </w:r>
    </w:p>
    <w:p w14:paraId="6DA2DA9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ttgcttcaca ctcaaaagaa agacagaatg attgaacttt cattaattga cttctatttg</w:t>
      </w:r>
    </w:p>
    <w:p w14:paraId="1BA9E9D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tgctttttag cctttctgtt attccttgtt ttaattatgc ttattatctt ttggttctca</w:t>
      </w:r>
    </w:p>
    <w:p w14:paraId="607DB6E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cttgaactgc aagatcataa tgaaacttgt cacgcctaaa cgaacatgaa atttcttgtt</w:t>
      </w:r>
    </w:p>
    <w:p w14:paraId="51DE79CF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ttcttaggaa tcatcacaac tgtagctgca tttcaccaag aatgtagttt acagtcatgt</w:t>
      </w:r>
    </w:p>
    <w:p w14:paraId="5EF3D56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actcaacatc aaccatatgt agttgatgac ccgtgtccta ttcacttcta ttctaaatgg</w:t>
      </w:r>
    </w:p>
    <w:p w14:paraId="4B4E12F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tatattagag taggagctag aaaatcagca cctttaattg aattgtgcgt ggatgaggct</w:t>
      </w:r>
    </w:p>
    <w:p w14:paraId="0D3ADCC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ggttctaaat cacccattca gtacatcgat atcggtaatt atacagtttc ctgtttacct</w:t>
      </w:r>
    </w:p>
    <w:p w14:paraId="2633D37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tttacaatta attgccagga acctaaattg ggtagtcttg tagtgcgttg ttcgttctat</w:t>
      </w:r>
    </w:p>
    <w:p w14:paraId="2D43958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gaagactttt tagagtatca tgacgttcgt gttgttttag atttcatcta aacgaacaaa</w:t>
      </w:r>
    </w:p>
    <w:p w14:paraId="14CB4E95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cttaaatgtc tgataatgga ccccaaaatc agcgaaatgc actccgcatt acgtttggtg</w:t>
      </w:r>
    </w:p>
    <w:p w14:paraId="5692600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gaccctcaga ttcaactggc agtaaccaga atggnnnnnn nngtggggcg cgatcaaaac</w:t>
      </w:r>
    </w:p>
    <w:p w14:paraId="4879D0D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aacgtcggcc ccaaggttta cccaataata ctgcgtcttg gttcaccgct ctcactcaac</w:t>
      </w:r>
    </w:p>
    <w:p w14:paraId="044DB71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atggcaagga agaccttaaa ttccctcgag gacaaggcgt tccaattaac accaatagca</w:t>
      </w:r>
    </w:p>
    <w:p w14:paraId="34752E1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gtccagatga ccaaattggc tactaccgaa gagctaccag acgaattcgt ggtggtgacg</w:t>
      </w:r>
    </w:p>
    <w:p w14:paraId="0E77030D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gtaaaatgaa agatctcagt ccaagatggt atttctacta cctaggaact gggccagaag</w:t>
      </w:r>
    </w:p>
    <w:p w14:paraId="06BCCE8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ctggacttcc ctatggtgct aacaaagacg gcatcatatg ggttgcaact gagggagcct</w:t>
      </w:r>
    </w:p>
    <w:p w14:paraId="144B215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tgaatacacc aaaagatcac attggcaccc gcaatcctgc taacaatgct gcaatcgtgc</w:t>
      </w:r>
    </w:p>
    <w:p w14:paraId="214A4DA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tacaacttcc tcaaggaaca acattgccaa aaggcttcta cgcagaaggg agcagaggcg</w:t>
      </w:r>
    </w:p>
    <w:p w14:paraId="3A92247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gcagtcaagc ctcttctcgt tcctcatcac gtagtcgcaa cagttcaaga aattcaactc</w:t>
      </w:r>
    </w:p>
    <w:p w14:paraId="138CA09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caggcagcag taaacgaact tctcctgcta gaatggctgg caatggcggt gatgctgctc</w:t>
      </w:r>
    </w:p>
    <w:p w14:paraId="14F8F09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ttgctttgct gctgcttgac agattgaacc agcttgagag caaaatgtct ggtaaaggcc</w:t>
      </w:r>
    </w:p>
    <w:p w14:paraId="2D3355E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aacaacaaca aggccaaact gtcactaaga aatctgctgc tgaggcttct aagaagcctc</w:t>
      </w:r>
    </w:p>
    <w:p w14:paraId="257378D4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ggcaaaaacg tactgccact aaagcataca atgtaacaca agctttcggc agacgtggtc</w:t>
      </w:r>
    </w:p>
    <w:p w14:paraId="59EF24C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cagaacaaac ccaaggaaat tttggggacc aggaactaat cagacaagga actgattaca</w:t>
      </w:r>
    </w:p>
    <w:p w14:paraId="46638066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aacattggcc gcaaattgca caatttgccc ccagcgcttc agcgttcttc ggaatgtcgc</w:t>
      </w:r>
    </w:p>
    <w:p w14:paraId="72419E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gcattggcat ggaagtcaca ccttcgggaa cgtggttgac ctacacaggt gccatcaaat</w:t>
      </w:r>
    </w:p>
    <w:p w14:paraId="5A5DE502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tggatgacaa agatccaaat ttcaaagatc aagtcatttt gctgaataag catattgacg</w:t>
      </w:r>
    </w:p>
    <w:p w14:paraId="5F2774A3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catacaaaac attcccacca acagagccta aaaaggacaa aaagaagaag gctgatgaaa</w:t>
      </w:r>
    </w:p>
    <w:p w14:paraId="07B2752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ctcaagcctt accgcagaga cagaagaaac agcaaactgt gactcttctt cctgctgcag</w:t>
      </w:r>
    </w:p>
    <w:p w14:paraId="6445D84C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atttggatga tttctccaaa caattgcaac aatccatgag cagtgctgac tcaactcagg</w:t>
      </w:r>
    </w:p>
    <w:p w14:paraId="6687C81A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cctaaactca tgcagaccac acaaggcaga tgggctatat aaacgttttc gcttttccgt</w:t>
      </w:r>
    </w:p>
    <w:p w14:paraId="02148E40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ttacgatata tagtctactc ttgtgcagaa tgaattctcg taactacata gcacaagtag</w:t>
      </w:r>
    </w:p>
    <w:p w14:paraId="69A1E9F1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atgtagttaa ctttaatctc acatagcaat ctttaatcag tgtgtaacat tagggaggac</w:t>
      </w:r>
    </w:p>
    <w:p w14:paraId="0398A157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ttgaaagagc caccacattt tcaccgaggc cacgcggagt acgatcgagt gtacagtgaa</w:t>
      </w:r>
    </w:p>
    <w:p w14:paraId="1172487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caatgctagg gagagctgcc tatatggaag agccctaatg tgtaaaatta attttagtag</w:t>
      </w:r>
    </w:p>
    <w:p w14:paraId="6852F078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tgctatcccc atgtgatttt aatagcttct ta</w:t>
      </w:r>
    </w:p>
    <w:p w14:paraId="50E0135E" w14:textId="77777777" w:rsidR="00336F52" w:rsidRPr="00336F52" w:rsidRDefault="00336F52" w:rsidP="00336F5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36F5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769E07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F5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36F52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B3B0A1"/>
  <w15:chartTrackingRefBased/>
  <w15:docId w15:val="{19E31D7E-4FC0-844B-BAB9-A7C109C8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5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0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8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80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10761</Words>
  <Characters>61338</Characters>
  <Application>Microsoft Office Word</Application>
  <DocSecurity>0</DocSecurity>
  <Lines>511</Lines>
  <Paragraphs>143</Paragraphs>
  <ScaleCrop>false</ScaleCrop>
  <Company/>
  <LinksUpToDate>false</LinksUpToDate>
  <CharactersWithSpaces>71956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2023-02-01T10:16:00Z</dcterms:created>
  <dcterms:modified xsi:type="dcterms:W3CDTF">2023-02-01T10:16:00Z</dcterms:modified>
</cp:coreProperties>
</file>